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宋体" w:hAnsi="宋体" w:eastAsia="仿宋_GB2312" w:cs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黑体" w:cs="黑体"/>
          <w:sz w:val="32"/>
          <w:szCs w:val="40"/>
        </w:rPr>
        <w:t>附件3</w:t>
      </w:r>
    </w:p>
    <w:p>
      <w:pPr>
        <w:snapToGrid w:val="0"/>
        <w:spacing w:after="156" w:afterLines="50" w:line="600" w:lineRule="exact"/>
        <w:jc w:val="center"/>
        <w:rPr>
          <w:rFonts w:ascii="宋体" w:hAnsi="宋体" w:eastAsia="小标宋" w:cs="小标宋"/>
          <w:color w:val="000000"/>
          <w:sz w:val="40"/>
          <w:szCs w:val="40"/>
        </w:rPr>
      </w:pPr>
      <w:r>
        <w:rPr>
          <w:rFonts w:hint="eastAsia" w:ascii="宋体" w:hAnsi="宋体" w:eastAsia="小标宋" w:cs="小标宋"/>
          <w:color w:val="000000"/>
          <w:sz w:val="40"/>
          <w:szCs w:val="40"/>
        </w:rPr>
        <w:t>科普工作十佳学会推荐表</w:t>
      </w:r>
    </w:p>
    <w:tbl>
      <w:tblPr>
        <w:tblStyle w:val="7"/>
        <w:tblW w:w="90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391"/>
        <w:gridCol w:w="895"/>
        <w:gridCol w:w="783"/>
        <w:gridCol w:w="334"/>
        <w:gridCol w:w="1717"/>
        <w:gridCol w:w="1166"/>
        <w:gridCol w:w="2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学会名称</w:t>
            </w:r>
          </w:p>
        </w:tc>
        <w:tc>
          <w:tcPr>
            <w:tcW w:w="4120" w:type="dxa"/>
            <w:gridSpan w:val="5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2432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通讯地址</w:t>
            </w:r>
          </w:p>
        </w:tc>
        <w:tc>
          <w:tcPr>
            <w:tcW w:w="7718" w:type="dxa"/>
            <w:gridSpan w:val="7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6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联系人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学会职务</w:t>
            </w:r>
          </w:p>
        </w:tc>
        <w:tc>
          <w:tcPr>
            <w:tcW w:w="1717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手机号</w:t>
            </w:r>
          </w:p>
        </w:tc>
        <w:tc>
          <w:tcPr>
            <w:tcW w:w="2432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55" w:type="dxa"/>
            <w:gridSpan w:val="4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学会开展科普工作</w:t>
            </w:r>
          </w:p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擅长领域、主题</w:t>
            </w:r>
          </w:p>
        </w:tc>
        <w:tc>
          <w:tcPr>
            <w:tcW w:w="5649" w:type="dxa"/>
            <w:gridSpan w:val="4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77" w:type="dxa"/>
            <w:gridSpan w:val="2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学会科普</w:t>
            </w:r>
          </w:p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工作情况</w:t>
            </w:r>
          </w:p>
        </w:tc>
        <w:tc>
          <w:tcPr>
            <w:tcW w:w="7327" w:type="dxa"/>
            <w:gridSpan w:val="6"/>
            <w:vAlign w:val="center"/>
          </w:tcPr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叙述学会开展科普工作主要情况，包括科普组织建设、科普团队组建、科普资源共建共享、科普品牌活动等内容，不超过800字，应有数据支撑并列举典型案例。详细材料可另附，不超过3000字。填写时请删除本段。）</w:t>
            </w: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77" w:type="dxa"/>
            <w:gridSpan w:val="2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学会科普</w:t>
            </w:r>
          </w:p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工作情况</w:t>
            </w:r>
          </w:p>
        </w:tc>
        <w:tc>
          <w:tcPr>
            <w:tcW w:w="7327" w:type="dxa"/>
            <w:gridSpan w:val="6"/>
            <w:vAlign w:val="center"/>
          </w:tcPr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77" w:type="dxa"/>
            <w:gridSpan w:val="2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学会获得</w:t>
            </w:r>
          </w:p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奖惩情况</w:t>
            </w:r>
          </w:p>
        </w:tc>
        <w:tc>
          <w:tcPr>
            <w:tcW w:w="7327" w:type="dxa"/>
            <w:gridSpan w:val="6"/>
            <w:vAlign w:val="center"/>
          </w:tcPr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  <w:r>
              <w:rPr>
                <w:rFonts w:hint="eastAsia" w:ascii="宋体" w:hAnsi="宋体" w:eastAsia="楷体_GB2312"/>
                <w:color w:val="808080"/>
                <w:sz w:val="22"/>
                <w:szCs w:val="32"/>
              </w:rPr>
              <w:t>（列举学会获得奖惩情况。填写时请删除本段。）</w:t>
            </w: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  <w:p>
            <w:pPr>
              <w:spacing w:line="360" w:lineRule="atLeast"/>
              <w:rPr>
                <w:rFonts w:ascii="宋体" w:hAnsi="宋体" w:eastAsia="楷体_GB2312"/>
                <w:color w:val="808080"/>
                <w:sz w:val="2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77" w:type="dxa"/>
            <w:gridSpan w:val="2"/>
            <w:vAlign w:val="center"/>
          </w:tcPr>
          <w:p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学会自荐意见</w:t>
            </w:r>
          </w:p>
        </w:tc>
        <w:tc>
          <w:tcPr>
            <w:tcW w:w="7327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学会负责人（签字）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日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宋体" w:hAnsi="宋体" w:eastAsia="仿宋_GB2312" w:cs="仿宋_GB2312"/>
          <w:color w:val="000000"/>
          <w:sz w:val="32"/>
          <w:szCs w:val="32"/>
        </w:rPr>
      </w:pPr>
      <w:r>
        <w:rPr>
          <w:rFonts w:hint="eastAsia" w:ascii="宋体" w:hAnsi="宋体" w:eastAsia="仿宋_GB2312"/>
          <w:sz w:val="28"/>
          <w:szCs w:val="28"/>
        </w:rPr>
        <w:t>（注：本表请按A4幅面正反面打印。）</w:t>
      </w:r>
    </w:p>
    <w:sectPr>
      <w:footerReference r:id="rId3" w:type="default"/>
      <w:pgSz w:w="11906" w:h="16838"/>
      <w:pgMar w:top="1531" w:right="1531" w:bottom="1531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44"/>
                            </w:rPr>
                            <w:t>- 5 -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44"/>
                      </w:rPr>
                      <w:t>- 5 -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B03B1"/>
    <w:rsid w:val="00016F4A"/>
    <w:rsid w:val="00040F74"/>
    <w:rsid w:val="00616D96"/>
    <w:rsid w:val="00C61AB1"/>
    <w:rsid w:val="00CF0BAA"/>
    <w:rsid w:val="00E30211"/>
    <w:rsid w:val="00FF0A61"/>
    <w:rsid w:val="07BB4885"/>
    <w:rsid w:val="0FE105F4"/>
    <w:rsid w:val="102A3AA2"/>
    <w:rsid w:val="1A7023DB"/>
    <w:rsid w:val="2592587B"/>
    <w:rsid w:val="262A1397"/>
    <w:rsid w:val="317B03B1"/>
    <w:rsid w:val="4C106F2B"/>
    <w:rsid w:val="50B20530"/>
    <w:rsid w:val="518E43AE"/>
    <w:rsid w:val="53963CFC"/>
    <w:rsid w:val="58130239"/>
    <w:rsid w:val="68761778"/>
    <w:rsid w:val="711D312F"/>
    <w:rsid w:val="785A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宋体" w:cs="Times New Roman"/>
      <w:szCs w:val="22"/>
    </w:rPr>
  </w:style>
  <w:style w:type="paragraph" w:styleId="3">
    <w:name w:val="Date"/>
    <w:basedOn w:val="1"/>
    <w:next w:val="1"/>
    <w:link w:val="10"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uiPriority w:val="0"/>
    <w:rPr>
      <w:rFonts w:ascii="宋体" w:hAnsi="Courier New"/>
      <w:kern w:val="2"/>
      <w:sz w:val="21"/>
      <w:szCs w:val="22"/>
    </w:rPr>
  </w:style>
  <w:style w:type="character" w:customStyle="1" w:styleId="10">
    <w:name w:val="日期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R\AppData\Roaming\kingsoft\office6\templates\wps\zh_CN\&#20844;&#25991;&#65288;&#22522;&#30784;&#652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公文（基础）</Template>
  <Pages>12</Pages>
  <Words>638</Words>
  <Characters>3640</Characters>
  <Lines>30</Lines>
  <Paragraphs>8</Paragraphs>
  <TotalTime>14</TotalTime>
  <ScaleCrop>false</ScaleCrop>
  <LinksUpToDate>false</LinksUpToDate>
  <CharactersWithSpaces>4270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2020-08-21T01:31:00Z</dcterms:created>
  <dc:creator>陈波</dc:creator>
  <cp:lastModifiedBy>陈波</cp:lastModifiedBy>
  <cp:lastPrinted>2020-08-12T02:54:00Z</cp:lastPrinted>
  <dcterms:modified xsi:type="dcterms:W3CDTF">2020-08-21T05:35:46Z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